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3A" w:rsidRPr="0089298F" w:rsidRDefault="0091093A" w:rsidP="00B16532">
      <w:pPr>
        <w:pStyle w:val="af"/>
        <w:ind w:left="5670"/>
        <w:jc w:val="left"/>
        <w:rPr>
          <w:b w:val="0"/>
          <w:sz w:val="28"/>
        </w:rPr>
      </w:pPr>
      <w:r w:rsidRPr="0089298F">
        <w:rPr>
          <w:b w:val="0"/>
          <w:sz w:val="28"/>
        </w:rPr>
        <w:t xml:space="preserve">Приложение № </w:t>
      </w:r>
      <w:r w:rsidR="0091582E" w:rsidRPr="0089298F">
        <w:rPr>
          <w:b w:val="0"/>
          <w:sz w:val="28"/>
        </w:rPr>
        <w:t>1</w:t>
      </w:r>
    </w:p>
    <w:p w:rsidR="00EB0328" w:rsidRDefault="00EB0328" w:rsidP="00B16532">
      <w:pPr>
        <w:pStyle w:val="af"/>
        <w:ind w:left="5670"/>
        <w:jc w:val="left"/>
        <w:rPr>
          <w:b w:val="0"/>
          <w:sz w:val="28"/>
        </w:rPr>
      </w:pPr>
      <w:r w:rsidRPr="0089298F">
        <w:rPr>
          <w:b w:val="0"/>
          <w:sz w:val="28"/>
        </w:rPr>
        <w:t xml:space="preserve">к </w:t>
      </w:r>
      <w:r w:rsidR="0089298F" w:rsidRPr="0089298F">
        <w:rPr>
          <w:b w:val="0"/>
          <w:sz w:val="28"/>
        </w:rPr>
        <w:t>Информационной карте</w:t>
      </w:r>
    </w:p>
    <w:p w:rsidR="00682BF9" w:rsidRDefault="00682BF9" w:rsidP="00EB0328">
      <w:pPr>
        <w:pStyle w:val="af"/>
        <w:jc w:val="right"/>
        <w:rPr>
          <w:b w:val="0"/>
          <w:sz w:val="28"/>
        </w:rPr>
      </w:pPr>
    </w:p>
    <w:p w:rsidR="00682BF9" w:rsidRDefault="00B16532" w:rsidP="00682BF9">
      <w:pPr>
        <w:pStyle w:val="ConsPlusNonformat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Форма</w:t>
      </w:r>
    </w:p>
    <w:p w:rsidR="00B16532" w:rsidRDefault="00B16532" w:rsidP="00C422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6532" w:rsidRPr="00DB045A" w:rsidRDefault="00237B49" w:rsidP="00B16532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422A5">
        <w:rPr>
          <w:rFonts w:ascii="Times New Roman" w:hAnsi="Times New Roman" w:cs="Times New Roman"/>
          <w:sz w:val="28"/>
          <w:szCs w:val="28"/>
        </w:rPr>
        <w:t>Департамент инвестиционного развития Смоленской области</w:t>
      </w:r>
    </w:p>
    <w:p w:rsidR="00B16532" w:rsidRPr="00DB045A" w:rsidRDefault="00B16532" w:rsidP="00B16532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82BF9" w:rsidRPr="0089298F" w:rsidRDefault="00237B49" w:rsidP="0089298F">
      <w:pPr>
        <w:pStyle w:val="ConsPlusNonformat"/>
        <w:ind w:left="567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237B49" w:rsidRPr="00EE1C2C" w:rsidRDefault="00237B49" w:rsidP="00237B49">
      <w:pPr>
        <w:pStyle w:val="af1"/>
        <w:ind w:firstLine="3686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               </w:t>
      </w:r>
      <w:bookmarkStart w:id="0" w:name="_GoBack"/>
      <w:bookmarkEnd w:id="0"/>
      <w:r w:rsidRPr="00EE1C2C">
        <w:rPr>
          <w:b w:val="0"/>
          <w:sz w:val="18"/>
          <w:szCs w:val="18"/>
        </w:rPr>
        <w:t>(</w:t>
      </w:r>
      <w:proofErr w:type="spellStart"/>
      <w:r>
        <w:rPr>
          <w:b w:val="0"/>
          <w:sz w:val="18"/>
          <w:szCs w:val="18"/>
        </w:rPr>
        <w:t>ф.и.о.</w:t>
      </w:r>
      <w:proofErr w:type="spellEnd"/>
      <w:r>
        <w:rPr>
          <w:b w:val="0"/>
          <w:sz w:val="18"/>
          <w:szCs w:val="18"/>
        </w:rPr>
        <w:t xml:space="preserve"> руководителя</w:t>
      </w:r>
      <w:r w:rsidRPr="00EE1C2C">
        <w:rPr>
          <w:b w:val="0"/>
          <w:sz w:val="18"/>
          <w:szCs w:val="18"/>
        </w:rPr>
        <w:t>)</w:t>
      </w:r>
    </w:p>
    <w:p w:rsidR="00682BF9" w:rsidRDefault="00682BF9" w:rsidP="00682BF9">
      <w:pPr>
        <w:pStyle w:val="ConsPlusNonformat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</w:p>
    <w:p w:rsidR="008A1817" w:rsidRDefault="008A1817" w:rsidP="00682BF9">
      <w:pPr>
        <w:pStyle w:val="ConsPlusNonformat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</w:p>
    <w:p w:rsidR="008A1817" w:rsidRDefault="008A1817" w:rsidP="00682BF9">
      <w:pPr>
        <w:pStyle w:val="ConsPlusNonformat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</w:p>
    <w:p w:rsidR="00682BF9" w:rsidRPr="00EE1C2C" w:rsidRDefault="00682BF9" w:rsidP="00682BF9">
      <w:pPr>
        <w:pStyle w:val="af1"/>
        <w:jc w:val="both"/>
        <w:rPr>
          <w:b w:val="0"/>
        </w:rPr>
      </w:pPr>
      <w:r w:rsidRPr="00EE1C2C">
        <w:rPr>
          <w:b w:val="0"/>
        </w:rPr>
        <w:t>____________________________________________________________________________________,</w:t>
      </w:r>
    </w:p>
    <w:p w:rsidR="00682BF9" w:rsidRPr="00EE1C2C" w:rsidRDefault="00682BF9" w:rsidP="00682BF9">
      <w:pPr>
        <w:pStyle w:val="af1"/>
        <w:ind w:firstLine="3686"/>
        <w:jc w:val="left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 xml:space="preserve">(полное </w:t>
      </w:r>
      <w:r w:rsidR="00377789">
        <w:rPr>
          <w:b w:val="0"/>
          <w:sz w:val="18"/>
          <w:szCs w:val="18"/>
        </w:rPr>
        <w:t>наименование участника отбора</w:t>
      </w:r>
      <w:r w:rsidRPr="00EE1C2C">
        <w:rPr>
          <w:b w:val="0"/>
          <w:sz w:val="18"/>
          <w:szCs w:val="18"/>
        </w:rPr>
        <w:t>)</w:t>
      </w:r>
    </w:p>
    <w:p w:rsidR="008A1817" w:rsidRDefault="00682BF9" w:rsidP="00682BF9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направляет инвестиционную заявку и прилагаемый к ней пакет документов </w:t>
      </w:r>
      <w:r w:rsidR="00901E6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682BF9">
        <w:rPr>
          <w:rFonts w:ascii="Times New Roman" w:hAnsi="Times New Roman" w:cs="Times New Roman"/>
          <w:color w:val="000000"/>
          <w:sz w:val="28"/>
          <w:szCs w:val="28"/>
        </w:rPr>
        <w:t>участи</w:t>
      </w:r>
      <w:r w:rsidR="00901E6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87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1817">
        <w:rPr>
          <w:rFonts w:ascii="Times New Roman" w:hAnsi="Times New Roman" w:cs="Times New Roman"/>
          <w:color w:val="000000"/>
          <w:sz w:val="28"/>
          <w:szCs w:val="28"/>
        </w:rPr>
        <w:t>инвестиционного проекта___________________________________________ ______________________________________________________________________</w:t>
      </w:r>
    </w:p>
    <w:p w:rsidR="008A1817" w:rsidRPr="00EE1C2C" w:rsidRDefault="008A1817" w:rsidP="008A1817">
      <w:pPr>
        <w:pStyle w:val="af1"/>
        <w:ind w:firstLine="3686"/>
        <w:jc w:val="left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>(</w:t>
      </w:r>
      <w:r w:rsidR="00FB2801">
        <w:rPr>
          <w:b w:val="0"/>
          <w:sz w:val="18"/>
          <w:szCs w:val="18"/>
        </w:rPr>
        <w:t>наименование</w:t>
      </w:r>
      <w:r>
        <w:rPr>
          <w:b w:val="0"/>
          <w:sz w:val="18"/>
          <w:szCs w:val="18"/>
        </w:rPr>
        <w:t xml:space="preserve"> инвестиционного проекта</w:t>
      </w:r>
      <w:r w:rsidRPr="00EE1C2C">
        <w:rPr>
          <w:b w:val="0"/>
          <w:sz w:val="18"/>
          <w:szCs w:val="18"/>
        </w:rPr>
        <w:t>)</w:t>
      </w:r>
    </w:p>
    <w:p w:rsidR="00682BF9" w:rsidRDefault="00682BF9" w:rsidP="00682BF9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BF9">
        <w:rPr>
          <w:rFonts w:ascii="Times New Roman" w:hAnsi="Times New Roman" w:cs="Times New Roman"/>
          <w:color w:val="000000"/>
          <w:sz w:val="28"/>
          <w:szCs w:val="28"/>
        </w:rPr>
        <w:t>в отборе инвестиционных проектов</w:t>
      </w:r>
      <w:r w:rsidR="008929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BF9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45D81">
        <w:rPr>
          <w:rFonts w:ascii="Times New Roman" w:hAnsi="Times New Roman" w:cs="Times New Roman"/>
          <w:color w:val="000000"/>
          <w:sz w:val="28"/>
          <w:szCs w:val="28"/>
        </w:rPr>
        <w:t xml:space="preserve"> включения в перечень приоритетных</w:t>
      </w:r>
      <w:r w:rsidRPr="00682BF9">
        <w:rPr>
          <w:rFonts w:ascii="Times New Roman" w:hAnsi="Times New Roman" w:cs="Times New Roman"/>
          <w:color w:val="000000"/>
          <w:sz w:val="28"/>
          <w:szCs w:val="28"/>
        </w:rPr>
        <w:t xml:space="preserve"> инвестиционных проектов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2BF9" w:rsidRDefault="00682BF9" w:rsidP="00682BF9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5D91" w:rsidRDefault="00105D91" w:rsidP="00105D9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5D91">
        <w:rPr>
          <w:rFonts w:ascii="Times New Roman" w:hAnsi="Times New Roman" w:cs="Times New Roman"/>
          <w:sz w:val="28"/>
          <w:szCs w:val="28"/>
          <w:lang w:val="ru-RU"/>
        </w:rPr>
        <w:t>Приложение: на _____ л. в _____ экз.</w:t>
      </w:r>
    </w:p>
    <w:p w:rsidR="0089298F" w:rsidRPr="00105D91" w:rsidRDefault="0089298F" w:rsidP="00105D9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05D91" w:rsidRDefault="00105D91" w:rsidP="00105D91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05D91" w:rsidRDefault="00105D91" w:rsidP="00105D9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05D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«___» ___________ 20__ г.</w:t>
      </w:r>
    </w:p>
    <w:p w:rsidR="0091582E" w:rsidRPr="00105D91" w:rsidRDefault="0091582E" w:rsidP="00105D9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05D91" w:rsidRPr="005B414E" w:rsidRDefault="00105D91" w:rsidP="00105D9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____  </w:t>
      </w:r>
      <w:r w:rsidR="0018709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_______________/____________________/</w:t>
      </w:r>
    </w:p>
    <w:p w:rsidR="00105D91" w:rsidRPr="005B414E" w:rsidRDefault="00105D91" w:rsidP="00105D91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участника 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)                     </w:t>
      </w:r>
      <w:r w:rsidR="0089298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</w:t>
      </w:r>
      <w:r w:rsidR="0018709A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</w:t>
      </w:r>
      <w:r w:rsidR="0089298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(подпись)                     (расшифровка подписи)</w:t>
      </w:r>
    </w:p>
    <w:p w:rsidR="0091582E" w:rsidRPr="0089298F" w:rsidRDefault="0091582E" w:rsidP="00105D91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582E" w:rsidRPr="0089298F" w:rsidRDefault="0091582E" w:rsidP="00105D91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05D91" w:rsidRPr="004E55C8" w:rsidRDefault="00105D91" w:rsidP="0089298F">
      <w:pPr>
        <w:widowControl w:val="0"/>
        <w:autoSpaceDE w:val="0"/>
        <w:autoSpaceDN w:val="0"/>
        <w:adjustRightInd w:val="0"/>
        <w:spacing w:before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  <w:r w:rsidR="008929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(</w:t>
      </w:r>
      <w:proofErr w:type="spellStart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при</w:t>
      </w:r>
      <w:proofErr w:type="spellEnd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наличии</w:t>
      </w:r>
      <w:proofErr w:type="spellEnd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)</w:t>
      </w:r>
    </w:p>
    <w:p w:rsidR="00682BF9" w:rsidRPr="00682BF9" w:rsidRDefault="00682BF9" w:rsidP="0091582E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682BF9" w:rsidRPr="00682BF9" w:rsidSect="00FE2DA2">
      <w:footerReference w:type="default" r:id="rId9"/>
      <w:pgSz w:w="11907" w:h="16839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167" w:rsidRDefault="00B00167">
      <w:pPr>
        <w:spacing w:before="0" w:line="240" w:lineRule="auto"/>
      </w:pPr>
      <w:r>
        <w:separator/>
      </w:r>
    </w:p>
  </w:endnote>
  <w:endnote w:type="continuationSeparator" w:id="0">
    <w:p w:rsidR="00B00167" w:rsidRDefault="00B0016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90C" w:rsidRDefault="004D79C8">
    <w:pPr>
      <w:pStyle w:val="aa"/>
    </w:pPr>
    <w:r>
      <w:rPr>
        <w:lang w:val="ru-RU"/>
      </w:rPr>
      <w:t xml:space="preserve">Страница </w:t>
    </w:r>
    <w:r w:rsidR="00A05FB1">
      <w:fldChar w:fldCharType="begin"/>
    </w:r>
    <w:r>
      <w:instrText xml:space="preserve"> PAGE   \* MERGEFORMAT </w:instrText>
    </w:r>
    <w:r w:rsidR="00A05FB1">
      <w:fldChar w:fldCharType="separate"/>
    </w:r>
    <w:r w:rsidR="00682BF9" w:rsidRPr="00682BF9">
      <w:rPr>
        <w:noProof/>
        <w:lang w:val="ru-RU"/>
      </w:rPr>
      <w:t>2</w:t>
    </w:r>
    <w:r w:rsidR="00A05FB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167" w:rsidRDefault="00B00167">
      <w:pPr>
        <w:spacing w:before="0" w:line="240" w:lineRule="auto"/>
      </w:pPr>
      <w:r>
        <w:separator/>
      </w:r>
    </w:p>
  </w:footnote>
  <w:footnote w:type="continuationSeparator" w:id="0">
    <w:p w:rsidR="00B00167" w:rsidRDefault="00B0016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D193B"/>
    <w:multiLevelType w:val="hybridMultilevel"/>
    <w:tmpl w:val="51104AA2"/>
    <w:lvl w:ilvl="0" w:tplc="668096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A50EF"/>
    <w:multiLevelType w:val="hybridMultilevel"/>
    <w:tmpl w:val="099CFD5E"/>
    <w:lvl w:ilvl="0" w:tplc="B34CED3A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03F"/>
    <w:rsid w:val="0002550C"/>
    <w:rsid w:val="00063D5B"/>
    <w:rsid w:val="000835D8"/>
    <w:rsid w:val="00105D91"/>
    <w:rsid w:val="0018709A"/>
    <w:rsid w:val="0019641A"/>
    <w:rsid w:val="001D09F7"/>
    <w:rsid w:val="00237B49"/>
    <w:rsid w:val="003503AA"/>
    <w:rsid w:val="00377789"/>
    <w:rsid w:val="003C090C"/>
    <w:rsid w:val="003C1724"/>
    <w:rsid w:val="003E2A1C"/>
    <w:rsid w:val="004001B3"/>
    <w:rsid w:val="00403E3F"/>
    <w:rsid w:val="00452994"/>
    <w:rsid w:val="004D79C8"/>
    <w:rsid w:val="004E4395"/>
    <w:rsid w:val="005161CD"/>
    <w:rsid w:val="005414ED"/>
    <w:rsid w:val="00562711"/>
    <w:rsid w:val="00657282"/>
    <w:rsid w:val="00682BF9"/>
    <w:rsid w:val="00700094"/>
    <w:rsid w:val="007D1668"/>
    <w:rsid w:val="00805FAB"/>
    <w:rsid w:val="008233E7"/>
    <w:rsid w:val="00845D81"/>
    <w:rsid w:val="00860F4A"/>
    <w:rsid w:val="0089298F"/>
    <w:rsid w:val="008A1817"/>
    <w:rsid w:val="008F73AA"/>
    <w:rsid w:val="00901E6D"/>
    <w:rsid w:val="00904E64"/>
    <w:rsid w:val="0091093A"/>
    <w:rsid w:val="0091582E"/>
    <w:rsid w:val="00977C8A"/>
    <w:rsid w:val="009B4CEA"/>
    <w:rsid w:val="009D108A"/>
    <w:rsid w:val="009F44FC"/>
    <w:rsid w:val="00A05FB1"/>
    <w:rsid w:val="00B00167"/>
    <w:rsid w:val="00B10A4E"/>
    <w:rsid w:val="00B16532"/>
    <w:rsid w:val="00BC09F0"/>
    <w:rsid w:val="00C422A5"/>
    <w:rsid w:val="00C56B83"/>
    <w:rsid w:val="00C82572"/>
    <w:rsid w:val="00D512A7"/>
    <w:rsid w:val="00E66EBB"/>
    <w:rsid w:val="00E7303F"/>
    <w:rsid w:val="00EB0328"/>
    <w:rsid w:val="00EB23C0"/>
    <w:rsid w:val="00EE1C2C"/>
    <w:rsid w:val="00F5390A"/>
    <w:rsid w:val="00F70C59"/>
    <w:rsid w:val="00FB2801"/>
    <w:rsid w:val="00FC08E5"/>
    <w:rsid w:val="00FE2DA2"/>
    <w:rsid w:val="00FE648C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</w:rPr>
    </w:rPrDefault>
    <w:pPrDefault>
      <w:pPr>
        <w:spacing w:before="12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" w:uiPriority="1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0C"/>
  </w:style>
  <w:style w:type="paragraph" w:styleId="1">
    <w:name w:val="heading 1"/>
    <w:basedOn w:val="a"/>
    <w:next w:val="a"/>
    <w:link w:val="10"/>
    <w:uiPriority w:val="2"/>
    <w:qFormat/>
    <w:rsid w:val="0002550C"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2">
    <w:name w:val="heading 2"/>
    <w:basedOn w:val="a"/>
    <w:next w:val="a"/>
    <w:link w:val="20"/>
    <w:uiPriority w:val="2"/>
    <w:semiHidden/>
    <w:unhideWhenUsed/>
    <w:qFormat/>
    <w:rsid w:val="0002550C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50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02550C"/>
    <w:pPr>
      <w:spacing w:before="0" w:line="240" w:lineRule="auto"/>
    </w:pPr>
  </w:style>
  <w:style w:type="paragraph" w:customStyle="1" w:styleId="11">
    <w:name w:val="Заголовок1"/>
    <w:basedOn w:val="a"/>
    <w:next w:val="a"/>
    <w:link w:val="a5"/>
    <w:uiPriority w:val="10"/>
    <w:qFormat/>
    <w:rsid w:val="0002550C"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a5">
    <w:name w:val="Знак заголовка"/>
    <w:basedOn w:val="a0"/>
    <w:link w:val="11"/>
    <w:uiPriority w:val="10"/>
    <w:rsid w:val="0002550C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10">
    <w:name w:val="Заголовок 1 Знак"/>
    <w:basedOn w:val="a0"/>
    <w:link w:val="1"/>
    <w:uiPriority w:val="2"/>
    <w:rsid w:val="0002550C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a6">
    <w:name w:val="List"/>
    <w:basedOn w:val="a"/>
    <w:uiPriority w:val="1"/>
    <w:unhideWhenUsed/>
    <w:qFormat/>
    <w:rsid w:val="0002550C"/>
    <w:pPr>
      <w:ind w:right="720"/>
    </w:pPr>
  </w:style>
  <w:style w:type="paragraph" w:customStyle="1" w:styleId="a7">
    <w:name w:val="Флажок"/>
    <w:basedOn w:val="a"/>
    <w:uiPriority w:val="1"/>
    <w:qFormat/>
    <w:rsid w:val="0002550C"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styleId="a8">
    <w:name w:val="header"/>
    <w:basedOn w:val="a"/>
    <w:link w:val="a9"/>
    <w:uiPriority w:val="99"/>
    <w:unhideWhenUsed/>
    <w:rsid w:val="0002550C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550C"/>
  </w:style>
  <w:style w:type="paragraph" w:styleId="aa">
    <w:name w:val="footer"/>
    <w:basedOn w:val="a"/>
    <w:link w:val="ab"/>
    <w:uiPriority w:val="99"/>
    <w:unhideWhenUsed/>
    <w:qFormat/>
    <w:rsid w:val="0002550C"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ab">
    <w:name w:val="Нижний колонтитул Знак"/>
    <w:basedOn w:val="a0"/>
    <w:link w:val="aa"/>
    <w:uiPriority w:val="99"/>
    <w:rsid w:val="0002550C"/>
    <w:rPr>
      <w:sz w:val="16"/>
    </w:rPr>
  </w:style>
  <w:style w:type="character" w:customStyle="1" w:styleId="20">
    <w:name w:val="Заголовок 2 Знак"/>
    <w:basedOn w:val="a0"/>
    <w:link w:val="2"/>
    <w:uiPriority w:val="2"/>
    <w:semiHidden/>
    <w:rsid w:val="0002550C"/>
    <w:rPr>
      <w:rFonts w:asciiTheme="majorHAnsi" w:eastAsiaTheme="majorEastAsia" w:hAnsiTheme="majorHAnsi" w:cstheme="majorBidi"/>
      <w:sz w:val="24"/>
    </w:rPr>
  </w:style>
  <w:style w:type="character" w:styleId="ac">
    <w:name w:val="Placeholder Text"/>
    <w:basedOn w:val="a0"/>
    <w:uiPriority w:val="99"/>
    <w:semiHidden/>
    <w:rsid w:val="0002550C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02550C"/>
    <w:pPr>
      <w:spacing w:before="0" w:line="240" w:lineRule="auto"/>
    </w:pPr>
    <w:rPr>
      <w:rFonts w:ascii="Segoe UI" w:hAnsi="Segoe UI" w:cs="Segoe UI"/>
    </w:rPr>
  </w:style>
  <w:style w:type="character" w:customStyle="1" w:styleId="ae">
    <w:name w:val="Текст выноски Знак"/>
    <w:basedOn w:val="a0"/>
    <w:link w:val="ad"/>
    <w:uiPriority w:val="99"/>
    <w:semiHidden/>
    <w:rsid w:val="0002550C"/>
    <w:rPr>
      <w:rFonts w:ascii="Segoe UI" w:hAnsi="Segoe UI" w:cs="Segoe UI"/>
    </w:rPr>
  </w:style>
  <w:style w:type="paragraph" w:styleId="af">
    <w:name w:val="Title"/>
    <w:basedOn w:val="a"/>
    <w:link w:val="af0"/>
    <w:qFormat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0">
    <w:name w:val="Название Знак"/>
    <w:basedOn w:val="a0"/>
    <w:link w:val="af"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styleId="af1">
    <w:name w:val="Body Text"/>
    <w:basedOn w:val="a"/>
    <w:link w:val="af2"/>
    <w:semiHidden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2">
    <w:name w:val="Основной текст Знак"/>
    <w:basedOn w:val="a0"/>
    <w:link w:val="af1"/>
    <w:semiHidden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customStyle="1" w:styleId="ConsPlusNormal">
    <w:name w:val="ConsPlusNormal"/>
    <w:rsid w:val="00EE1C2C"/>
    <w:pPr>
      <w:widowControl w:val="0"/>
      <w:autoSpaceDE w:val="0"/>
      <w:autoSpaceDN w:val="0"/>
      <w:adjustRightInd w:val="0"/>
      <w:spacing w:before="0" w:line="240" w:lineRule="auto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PlusNonformat">
    <w:name w:val="ConsPlusNonformat"/>
    <w:uiPriority w:val="99"/>
    <w:rsid w:val="00682BF9"/>
    <w:pPr>
      <w:widowControl w:val="0"/>
      <w:autoSpaceDE w:val="0"/>
      <w:autoSpaceDN w:val="0"/>
      <w:adjustRightInd w:val="0"/>
      <w:spacing w:before="0" w:line="240" w:lineRule="auto"/>
    </w:pPr>
    <w:rPr>
      <w:rFonts w:ascii="Courier New" w:eastAsia="Times New Roman" w:hAnsi="Courier New" w:cs="Courier New"/>
      <w:color w:val="auto"/>
      <w:kern w:val="0"/>
      <w:sz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ramenko_TA\AppData\Roaming\Microsoft\&#1064;&#1072;&#1073;&#1083;&#1086;&#1085;&#1099;\&#1057;&#1087;&#1080;&#1089;&#1086;&#1082;%20&#1076;&#1077;&#1083;%20&#1076;&#1083;&#1103;%20&#1087;&#1091;&#1090;&#1077;&#1096;&#1077;&#1089;&#1090;&#1074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Список дел для путешествия</Template>
  <TotalTime>57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Авраменко</dc:creator>
  <cp:keywords/>
  <cp:lastModifiedBy>Volkova_NAV</cp:lastModifiedBy>
  <cp:revision>31</cp:revision>
  <cp:lastPrinted>2012-07-31T23:37:00Z</cp:lastPrinted>
  <dcterms:created xsi:type="dcterms:W3CDTF">2016-02-04T15:19:00Z</dcterms:created>
  <dcterms:modified xsi:type="dcterms:W3CDTF">2019-07-02T11:44:00Z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